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325" w:rsidRDefault="001C3325" w:rsidP="001C3325">
      <w:pPr>
        <w:pStyle w:val="Nadpis1"/>
      </w:pPr>
      <w:r>
        <w:t xml:space="preserve">        Orlická vodohospodářská společnost Česká Třebová s.r.o </w:t>
      </w:r>
    </w:p>
    <w:p w:rsidR="001C3325" w:rsidRDefault="001C3325" w:rsidP="001C3325">
      <w:pPr>
        <w:pStyle w:val="Nadpis2"/>
      </w:pPr>
      <w:r>
        <w:t xml:space="preserve">                                                  </w:t>
      </w:r>
      <w:proofErr w:type="spellStart"/>
      <w:r>
        <w:t>Kozlovská</w:t>
      </w:r>
      <w:proofErr w:type="spellEnd"/>
      <w:r>
        <w:t xml:space="preserve"> 1733 Česká Třebová 56002</w:t>
      </w:r>
    </w:p>
    <w:p w:rsidR="001C3325" w:rsidRDefault="001C3325" w:rsidP="001C3325">
      <w:pPr>
        <w:tabs>
          <w:tab w:val="left" w:pos="8293"/>
        </w:tabs>
        <w:rPr>
          <w:b/>
          <w:bCs/>
          <w:sz w:val="20"/>
        </w:rPr>
      </w:pPr>
      <w:r>
        <w:rPr>
          <w:b/>
          <w:bCs/>
          <w:i/>
          <w:iCs/>
          <w:sz w:val="20"/>
        </w:rPr>
        <w:t xml:space="preserve">                                                 </w:t>
      </w:r>
      <w:r>
        <w:rPr>
          <w:b/>
          <w:bCs/>
          <w:sz w:val="20"/>
        </w:rPr>
        <w:t xml:space="preserve">IČO </w:t>
      </w:r>
      <w:proofErr w:type="gramStart"/>
      <w:r>
        <w:rPr>
          <w:b/>
          <w:bCs/>
          <w:sz w:val="20"/>
        </w:rPr>
        <w:t>49813561           DIČ</w:t>
      </w:r>
      <w:proofErr w:type="gramEnd"/>
      <w:r>
        <w:rPr>
          <w:b/>
          <w:bCs/>
          <w:sz w:val="20"/>
        </w:rPr>
        <w:t xml:space="preserve"> CZ49813561</w:t>
      </w:r>
    </w:p>
    <w:p w:rsidR="001C3325" w:rsidRDefault="001C3325" w:rsidP="001C3325">
      <w:pPr>
        <w:tabs>
          <w:tab w:val="left" w:pos="5800"/>
        </w:tabs>
        <w:rPr>
          <w:b/>
          <w:bCs/>
          <w:sz w:val="20"/>
        </w:rPr>
      </w:pPr>
      <w:r>
        <w:rPr>
          <w:b/>
          <w:bCs/>
          <w:sz w:val="20"/>
        </w:rPr>
        <w:t xml:space="preserve">                </w:t>
      </w:r>
    </w:p>
    <w:p w:rsidR="001C3325" w:rsidRDefault="001C3325" w:rsidP="001C3325">
      <w:pPr>
        <w:tabs>
          <w:tab w:val="left" w:pos="5800"/>
        </w:tabs>
        <w:rPr>
          <w:i/>
          <w:iCs/>
          <w:sz w:val="18"/>
        </w:rPr>
      </w:pPr>
      <w:r>
        <w:rPr>
          <w:sz w:val="20"/>
        </w:rPr>
        <w:t xml:space="preserve">                               </w:t>
      </w:r>
      <w:r w:rsidR="000656CA">
        <w:rPr>
          <w:sz w:val="20"/>
        </w:rPr>
        <w:t xml:space="preserve">    </w:t>
      </w:r>
      <w:r>
        <w:rPr>
          <w:sz w:val="20"/>
        </w:rPr>
        <w:t xml:space="preserve">    </w:t>
      </w:r>
      <w:r w:rsidR="000656CA">
        <w:rPr>
          <w:i/>
          <w:iCs/>
          <w:sz w:val="18"/>
        </w:rPr>
        <w:t xml:space="preserve">Telefon       </w:t>
      </w:r>
      <w:r>
        <w:rPr>
          <w:i/>
          <w:iCs/>
          <w:sz w:val="18"/>
        </w:rPr>
        <w:t xml:space="preserve">                      E-mail                             Bankovní spojení</w:t>
      </w:r>
    </w:p>
    <w:p w:rsidR="001C3325" w:rsidRDefault="001C3325" w:rsidP="001C3325">
      <w:pPr>
        <w:tabs>
          <w:tab w:val="left" w:pos="5800"/>
        </w:tabs>
        <w:rPr>
          <w:b/>
          <w:bCs/>
          <w:i/>
          <w:iCs/>
          <w:sz w:val="18"/>
        </w:rPr>
      </w:pPr>
      <w:r>
        <w:rPr>
          <w:b/>
          <w:bCs/>
          <w:i/>
          <w:iCs/>
          <w:sz w:val="18"/>
        </w:rPr>
        <w:t xml:space="preserve">                             </w:t>
      </w:r>
      <w:r w:rsidR="000656CA">
        <w:rPr>
          <w:b/>
          <w:bCs/>
          <w:i/>
          <w:iCs/>
          <w:sz w:val="18"/>
        </w:rPr>
        <w:t xml:space="preserve">           </w:t>
      </w:r>
      <w:proofErr w:type="gramStart"/>
      <w:r w:rsidR="000656CA">
        <w:rPr>
          <w:b/>
          <w:bCs/>
          <w:i/>
          <w:iCs/>
          <w:sz w:val="18"/>
        </w:rPr>
        <w:t xml:space="preserve">465531043       </w:t>
      </w:r>
      <w:r>
        <w:rPr>
          <w:b/>
          <w:bCs/>
          <w:i/>
          <w:iCs/>
          <w:sz w:val="18"/>
        </w:rPr>
        <w:t xml:space="preserve">       marek</w:t>
      </w:r>
      <w:proofErr w:type="gramEnd"/>
      <w:r>
        <w:rPr>
          <w:b/>
          <w:bCs/>
          <w:i/>
          <w:iCs/>
          <w:sz w:val="18"/>
        </w:rPr>
        <w:t>.novotny@orvos.cz           148107-664/0600</w:t>
      </w:r>
    </w:p>
    <w:p w:rsidR="001C3325" w:rsidRDefault="001C3325" w:rsidP="001C3325">
      <w:pPr>
        <w:pBdr>
          <w:bottom w:val="single" w:sz="4" w:space="2" w:color="auto"/>
        </w:pBdr>
        <w:tabs>
          <w:tab w:val="left" w:pos="5800"/>
        </w:tabs>
        <w:rPr>
          <w:b/>
          <w:bCs/>
          <w:i/>
          <w:iCs/>
          <w:sz w:val="18"/>
        </w:rPr>
      </w:pPr>
    </w:p>
    <w:p w:rsidR="001C3325" w:rsidRDefault="001C3325" w:rsidP="001C3325">
      <w:pPr>
        <w:rPr>
          <w:b/>
          <w:bCs/>
          <w:sz w:val="22"/>
        </w:rPr>
      </w:pPr>
    </w:p>
    <w:p w:rsidR="001C3325" w:rsidRDefault="001C3325" w:rsidP="001C3325">
      <w:pPr>
        <w:pStyle w:val="Nadpis5"/>
        <w:rPr>
          <w:b w:val="0"/>
          <w:bCs w:val="0"/>
        </w:rPr>
      </w:pPr>
    </w:p>
    <w:p w:rsidR="001C3325" w:rsidRDefault="004A2ABA" w:rsidP="001C3325">
      <w:r w:rsidRPr="004A2ABA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0pt;margin-top:7.55pt;width:180pt;height:90pt;z-index:251657216">
            <v:textbox>
              <w:txbxContent>
                <w:p w:rsidR="00F8110A" w:rsidRDefault="000664C9" w:rsidP="00AC6630">
                  <w:r>
                    <w:t>OPTIMA spol, s r.o.</w:t>
                  </w:r>
                </w:p>
                <w:p w:rsidR="000664C9" w:rsidRDefault="000664C9" w:rsidP="00AC6630">
                  <w:r>
                    <w:t>Žižkova 738</w:t>
                  </w:r>
                </w:p>
                <w:p w:rsidR="000664C9" w:rsidRPr="00AC6630" w:rsidRDefault="000664C9" w:rsidP="00AC6630">
                  <w:r>
                    <w:t>566 01 Vysoké Mýto</w:t>
                  </w:r>
                </w:p>
              </w:txbxContent>
            </v:textbox>
          </v:shape>
        </w:pict>
      </w:r>
    </w:p>
    <w:p w:rsidR="001C3325" w:rsidRDefault="001C3325" w:rsidP="001C3325"/>
    <w:p w:rsidR="001C3325" w:rsidRDefault="001C3325" w:rsidP="001C3325">
      <w:pPr>
        <w:rPr>
          <w:b/>
          <w:bCs/>
          <w:sz w:val="36"/>
          <w:u w:val="single"/>
        </w:rPr>
      </w:pPr>
      <w:r>
        <w:rPr>
          <w:sz w:val="32"/>
        </w:rPr>
        <w:t xml:space="preserve">               </w:t>
      </w:r>
      <w:r w:rsidR="001B5F22">
        <w:rPr>
          <w:b/>
          <w:bCs/>
          <w:sz w:val="36"/>
          <w:u w:val="single"/>
        </w:rPr>
        <w:t>VYJÁDŘENÍ č.</w:t>
      </w:r>
      <w:r w:rsidR="000664C9">
        <w:rPr>
          <w:b/>
          <w:bCs/>
          <w:sz w:val="36"/>
          <w:u w:val="single"/>
        </w:rPr>
        <w:t>67</w:t>
      </w:r>
      <w:r w:rsidR="00322CBC">
        <w:rPr>
          <w:b/>
          <w:bCs/>
          <w:sz w:val="36"/>
          <w:u w:val="single"/>
        </w:rPr>
        <w:t>/</w:t>
      </w:r>
      <w:r w:rsidR="007B6AFD">
        <w:rPr>
          <w:b/>
          <w:bCs/>
          <w:sz w:val="36"/>
          <w:u w:val="single"/>
        </w:rPr>
        <w:t>18</w:t>
      </w:r>
    </w:p>
    <w:p w:rsidR="001C3325" w:rsidRDefault="001C3325" w:rsidP="001C3325">
      <w:pPr>
        <w:tabs>
          <w:tab w:val="left" w:pos="7053"/>
        </w:tabs>
        <w:rPr>
          <w:b/>
          <w:bCs/>
          <w:sz w:val="20"/>
        </w:rPr>
      </w:pPr>
    </w:p>
    <w:p w:rsidR="001C3325" w:rsidRDefault="001C3325" w:rsidP="001C3325">
      <w:pPr>
        <w:tabs>
          <w:tab w:val="left" w:pos="7053"/>
        </w:tabs>
        <w:rPr>
          <w:b/>
          <w:bCs/>
          <w:sz w:val="20"/>
        </w:rPr>
      </w:pPr>
    </w:p>
    <w:p w:rsidR="001C3325" w:rsidRDefault="001C3325" w:rsidP="001C3325">
      <w:pPr>
        <w:tabs>
          <w:tab w:val="left" w:pos="7053"/>
        </w:tabs>
        <w:rPr>
          <w:b/>
          <w:bCs/>
          <w:sz w:val="20"/>
        </w:rPr>
      </w:pPr>
    </w:p>
    <w:p w:rsidR="001C3325" w:rsidRDefault="001C3325" w:rsidP="001C3325">
      <w:pPr>
        <w:tabs>
          <w:tab w:val="left" w:pos="7053"/>
        </w:tabs>
        <w:rPr>
          <w:b/>
          <w:bCs/>
          <w:sz w:val="20"/>
        </w:rPr>
      </w:pPr>
      <w:r>
        <w:rPr>
          <w:b/>
          <w:bCs/>
          <w:sz w:val="20"/>
        </w:rPr>
        <w:t xml:space="preserve">                        Doba platnosti 12 měsíců</w:t>
      </w:r>
    </w:p>
    <w:p w:rsidR="001C3325" w:rsidRDefault="001C3325" w:rsidP="001C3325">
      <w:pPr>
        <w:tabs>
          <w:tab w:val="left" w:pos="7053"/>
        </w:tabs>
        <w:rPr>
          <w:b/>
          <w:bCs/>
          <w:sz w:val="20"/>
        </w:rPr>
      </w:pPr>
    </w:p>
    <w:p w:rsidR="001C3325" w:rsidRDefault="001C3325" w:rsidP="001C3325">
      <w:pPr>
        <w:tabs>
          <w:tab w:val="left" w:pos="7053"/>
        </w:tabs>
        <w:rPr>
          <w:b/>
          <w:bCs/>
          <w:sz w:val="20"/>
        </w:rPr>
      </w:pPr>
    </w:p>
    <w:p w:rsidR="001C3325" w:rsidRDefault="001C3325" w:rsidP="001C3325">
      <w:pPr>
        <w:tabs>
          <w:tab w:val="left" w:pos="7053"/>
        </w:tabs>
        <w:rPr>
          <w:b/>
          <w:bCs/>
          <w:sz w:val="20"/>
        </w:rPr>
      </w:pPr>
    </w:p>
    <w:p w:rsidR="001C3325" w:rsidRDefault="001C3325" w:rsidP="001C3325">
      <w:pPr>
        <w:tabs>
          <w:tab w:val="left" w:pos="9000"/>
        </w:tabs>
        <w:rPr>
          <w:b/>
          <w:bCs/>
          <w:sz w:val="20"/>
        </w:rPr>
      </w:pPr>
    </w:p>
    <w:p w:rsidR="001C3325" w:rsidRDefault="001C3325" w:rsidP="001C3325">
      <w:pPr>
        <w:tabs>
          <w:tab w:val="left" w:pos="7053"/>
        </w:tabs>
        <w:rPr>
          <w:b/>
          <w:bCs/>
          <w:sz w:val="20"/>
        </w:rPr>
      </w:pPr>
    </w:p>
    <w:p w:rsidR="001C3325" w:rsidRDefault="001C3325" w:rsidP="001C3325">
      <w:pPr>
        <w:pStyle w:val="Nadpis4"/>
        <w:rPr>
          <w:sz w:val="18"/>
        </w:rPr>
      </w:pPr>
      <w:r>
        <w:t xml:space="preserve">                            </w:t>
      </w:r>
    </w:p>
    <w:p w:rsidR="001C3325" w:rsidRDefault="004A2ABA" w:rsidP="001C3325">
      <w:pPr>
        <w:tabs>
          <w:tab w:val="left" w:pos="6187"/>
          <w:tab w:val="left" w:pos="6573"/>
        </w:tabs>
        <w:rPr>
          <w:i/>
          <w:iCs/>
        </w:rPr>
      </w:pPr>
      <w:r w:rsidRPr="004A2ABA">
        <w:rPr>
          <w:noProof/>
          <w:sz w:val="20"/>
        </w:rPr>
        <w:pict>
          <v:shape id="_x0000_s1027" type="#_x0000_t202" style="position:absolute;margin-left:45pt;margin-top:6.9pt;width:414pt;height:54pt;z-index:251658240">
            <v:textbox>
              <w:txbxContent>
                <w:p w:rsidR="008027AB" w:rsidRPr="00AC6630" w:rsidRDefault="000664C9" w:rsidP="00AC6630">
                  <w:r>
                    <w:t>Demolice objektu U Koupaliště 1601 Česká Třebová</w:t>
                  </w:r>
                </w:p>
              </w:txbxContent>
            </v:textbox>
          </v:shape>
        </w:pict>
      </w:r>
      <w:r w:rsidR="001C3325">
        <w:rPr>
          <w:i/>
          <w:iCs/>
        </w:rPr>
        <w:t xml:space="preserve">  </w:t>
      </w:r>
    </w:p>
    <w:p w:rsidR="001C3325" w:rsidRDefault="001C3325" w:rsidP="001C3325">
      <w:pPr>
        <w:rPr>
          <w:i/>
          <w:iCs/>
        </w:rPr>
      </w:pPr>
      <w:r>
        <w:rPr>
          <w:i/>
          <w:iCs/>
        </w:rPr>
        <w:t xml:space="preserve">     </w:t>
      </w:r>
    </w:p>
    <w:p w:rsidR="001C3325" w:rsidRDefault="001C3325" w:rsidP="001C3325">
      <w:pPr>
        <w:rPr>
          <w:i/>
          <w:iCs/>
        </w:rPr>
      </w:pPr>
    </w:p>
    <w:p w:rsidR="001C3325" w:rsidRDefault="001C3325" w:rsidP="001C3325">
      <w:pPr>
        <w:rPr>
          <w:i/>
          <w:iCs/>
        </w:rPr>
      </w:pPr>
    </w:p>
    <w:p w:rsidR="004B5835" w:rsidRDefault="004B5835" w:rsidP="001C3325">
      <w:pPr>
        <w:rPr>
          <w:i/>
          <w:iCs/>
        </w:rPr>
      </w:pPr>
    </w:p>
    <w:p w:rsidR="004B5835" w:rsidRDefault="004B5835" w:rsidP="001C3325">
      <w:pPr>
        <w:rPr>
          <w:i/>
          <w:iCs/>
        </w:rPr>
      </w:pPr>
    </w:p>
    <w:p w:rsidR="004B5835" w:rsidRDefault="00971316" w:rsidP="001C3325">
      <w:pPr>
        <w:rPr>
          <w:i/>
          <w:iCs/>
        </w:rPr>
      </w:pPr>
      <w:r>
        <w:rPr>
          <w:i/>
          <w:iCs/>
        </w:rPr>
        <w:t xml:space="preserve">  </w:t>
      </w:r>
      <w:r w:rsidR="000664C9">
        <w:rPr>
          <w:i/>
          <w:iCs/>
        </w:rPr>
        <w:t>Stávající objekt není napojen na veřejný vodovod, přípojka uzavřena v šachtě. Stav a poloha kanalizační přípojky nám není znám. Zákres je pouze orientační. Zájmovým územím prochází vodovodní přípojky pro místní zahrádkáře.</w:t>
      </w:r>
    </w:p>
    <w:p w:rsidR="000664C9" w:rsidRDefault="000664C9" w:rsidP="001C3325">
      <w:pPr>
        <w:rPr>
          <w:i/>
          <w:iCs/>
        </w:rPr>
      </w:pPr>
    </w:p>
    <w:p w:rsidR="000664C9" w:rsidRDefault="000664C9" w:rsidP="001C3325">
      <w:pPr>
        <w:rPr>
          <w:i/>
          <w:iCs/>
        </w:rPr>
      </w:pPr>
    </w:p>
    <w:p w:rsidR="000664C9" w:rsidRDefault="000664C9" w:rsidP="001C3325">
      <w:pPr>
        <w:rPr>
          <w:i/>
          <w:iCs/>
        </w:rPr>
      </w:pPr>
    </w:p>
    <w:p w:rsidR="000664C9" w:rsidRDefault="000664C9" w:rsidP="001C3325">
      <w:pPr>
        <w:rPr>
          <w:i/>
          <w:iCs/>
        </w:rPr>
      </w:pPr>
    </w:p>
    <w:p w:rsidR="000664C9" w:rsidRDefault="000664C9" w:rsidP="001C3325">
      <w:pPr>
        <w:rPr>
          <w:i/>
          <w:iCs/>
        </w:rPr>
      </w:pPr>
    </w:p>
    <w:p w:rsidR="000664C9" w:rsidRDefault="000664C9" w:rsidP="001C3325">
      <w:pPr>
        <w:rPr>
          <w:i/>
          <w:iCs/>
        </w:rPr>
      </w:pPr>
    </w:p>
    <w:p w:rsidR="000664C9" w:rsidRDefault="000664C9" w:rsidP="001C3325">
      <w:pPr>
        <w:rPr>
          <w:i/>
          <w:iCs/>
        </w:rPr>
      </w:pPr>
    </w:p>
    <w:p w:rsidR="000664C9" w:rsidRDefault="000664C9" w:rsidP="001C3325">
      <w:pPr>
        <w:rPr>
          <w:i/>
          <w:iCs/>
        </w:rPr>
      </w:pPr>
    </w:p>
    <w:p w:rsidR="004B5835" w:rsidRDefault="004B5835" w:rsidP="001C3325">
      <w:pPr>
        <w:rPr>
          <w:i/>
          <w:iCs/>
        </w:rPr>
      </w:pPr>
    </w:p>
    <w:p w:rsidR="001C3325" w:rsidRPr="00C2265C" w:rsidRDefault="00306CBE" w:rsidP="001C3325">
      <w:r>
        <w:t>Č. Třebová</w:t>
      </w:r>
      <w:r w:rsidR="000664C9">
        <w:t xml:space="preserve"> 2018-04-</w:t>
      </w:r>
      <w:proofErr w:type="gramStart"/>
      <w:r w:rsidR="000664C9">
        <w:t>09</w:t>
      </w:r>
      <w:r w:rsidR="001B5F22">
        <w:t xml:space="preserve"> </w:t>
      </w:r>
      <w:r w:rsidR="001C3325">
        <w:t xml:space="preserve">                                        Za</w:t>
      </w:r>
      <w:proofErr w:type="gramEnd"/>
      <w:r w:rsidR="001C3325">
        <w:t xml:space="preserve"> ORVOS Novotný Marek                                                                                     </w:t>
      </w:r>
    </w:p>
    <w:p w:rsidR="001C3325" w:rsidRDefault="004B5835" w:rsidP="001C3325">
      <w:pPr>
        <w:rPr>
          <w:sz w:val="18"/>
        </w:rPr>
      </w:pPr>
      <w:r>
        <w:rPr>
          <w:sz w:val="18"/>
        </w:rPr>
        <w:t xml:space="preserve">                                               </w:t>
      </w:r>
      <w:r w:rsidR="00736171">
        <w:rPr>
          <w:sz w:val="18"/>
        </w:rPr>
        <w:t xml:space="preserve">                       </w:t>
      </w:r>
      <w:r>
        <w:rPr>
          <w:sz w:val="18"/>
        </w:rPr>
        <w:t xml:space="preserve">   </w:t>
      </w:r>
      <w:r w:rsidR="00736171">
        <w:rPr>
          <w:sz w:val="18"/>
        </w:rPr>
        <w:t xml:space="preserve">               </w:t>
      </w:r>
      <w:r>
        <w:rPr>
          <w:sz w:val="18"/>
        </w:rPr>
        <w:t xml:space="preserve">       </w:t>
      </w:r>
      <w:r w:rsidRPr="004B5835">
        <w:rPr>
          <w:noProof/>
          <w:sz w:val="18"/>
        </w:rPr>
        <w:drawing>
          <wp:inline distT="0" distB="0" distL="0" distR="0">
            <wp:extent cx="2419350" cy="1428750"/>
            <wp:effectExtent l="19050" t="0" r="0" b="0"/>
            <wp:docPr id="1" name="Obrázek 1" descr="podpis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dpis 003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3325" w:rsidRDefault="001C3325"/>
    <w:sectPr w:rsidR="001C3325" w:rsidSect="00697D07">
      <w:pgSz w:w="11906" w:h="16838" w:code="9"/>
      <w:pgMar w:top="1418" w:right="1418" w:bottom="1418" w:left="1418" w:header="709" w:footer="709" w:gutter="0"/>
      <w:paperSrc w:first="4" w:other="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06268"/>
    <w:multiLevelType w:val="hybridMultilevel"/>
    <w:tmpl w:val="D9C855E2"/>
    <w:lvl w:ilvl="0" w:tplc="04050001">
      <w:start w:val="1"/>
      <w:numFmt w:val="bullet"/>
      <w:lvlText w:val=""/>
      <w:lvlJc w:val="left"/>
      <w:pPr>
        <w:ind w:left="19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1">
    <w:nsid w:val="07A31CBA"/>
    <w:multiLevelType w:val="hybridMultilevel"/>
    <w:tmpl w:val="715A21DE"/>
    <w:lvl w:ilvl="0" w:tplc="040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0B6300C3"/>
    <w:multiLevelType w:val="hybridMultilevel"/>
    <w:tmpl w:val="C6DA2B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5A6392"/>
    <w:multiLevelType w:val="hybridMultilevel"/>
    <w:tmpl w:val="5E2A0DC0"/>
    <w:lvl w:ilvl="0" w:tplc="8924A402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1A6630"/>
    <w:multiLevelType w:val="hybridMultilevel"/>
    <w:tmpl w:val="1D1E6220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1E2822B7"/>
    <w:multiLevelType w:val="hybridMultilevel"/>
    <w:tmpl w:val="E8B27A80"/>
    <w:lvl w:ilvl="0" w:tplc="8924A402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">
    <w:nsid w:val="2A890244"/>
    <w:multiLevelType w:val="hybridMultilevel"/>
    <w:tmpl w:val="24EE23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EB5A18"/>
    <w:multiLevelType w:val="hybridMultilevel"/>
    <w:tmpl w:val="5C163CE4"/>
    <w:lvl w:ilvl="0" w:tplc="62304278"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8">
    <w:nsid w:val="36F0425A"/>
    <w:multiLevelType w:val="hybridMultilevel"/>
    <w:tmpl w:val="4BB4A968"/>
    <w:lvl w:ilvl="0" w:tplc="0405000F">
      <w:start w:val="1"/>
      <w:numFmt w:val="decimal"/>
      <w:lvlText w:val="%1."/>
      <w:lvlJc w:val="left"/>
      <w:pPr>
        <w:ind w:left="405" w:hanging="360"/>
      </w:p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>
    <w:nsid w:val="373B1116"/>
    <w:multiLevelType w:val="hybridMultilevel"/>
    <w:tmpl w:val="64E043AE"/>
    <w:lvl w:ilvl="0" w:tplc="0405000F">
      <w:start w:val="1"/>
      <w:numFmt w:val="decimal"/>
      <w:lvlText w:val="%1."/>
      <w:lvlJc w:val="left"/>
      <w:pPr>
        <w:ind w:left="1185" w:hanging="360"/>
      </w:pPr>
    </w:lvl>
    <w:lvl w:ilvl="1" w:tplc="04050019" w:tentative="1">
      <w:start w:val="1"/>
      <w:numFmt w:val="lowerLetter"/>
      <w:lvlText w:val="%2."/>
      <w:lvlJc w:val="left"/>
      <w:pPr>
        <w:ind w:left="1905" w:hanging="360"/>
      </w:pPr>
    </w:lvl>
    <w:lvl w:ilvl="2" w:tplc="0405001B" w:tentative="1">
      <w:start w:val="1"/>
      <w:numFmt w:val="lowerRoman"/>
      <w:lvlText w:val="%3."/>
      <w:lvlJc w:val="right"/>
      <w:pPr>
        <w:ind w:left="2625" w:hanging="180"/>
      </w:pPr>
    </w:lvl>
    <w:lvl w:ilvl="3" w:tplc="0405000F" w:tentative="1">
      <w:start w:val="1"/>
      <w:numFmt w:val="decimal"/>
      <w:lvlText w:val="%4."/>
      <w:lvlJc w:val="left"/>
      <w:pPr>
        <w:ind w:left="3345" w:hanging="360"/>
      </w:pPr>
    </w:lvl>
    <w:lvl w:ilvl="4" w:tplc="04050019" w:tentative="1">
      <w:start w:val="1"/>
      <w:numFmt w:val="lowerLetter"/>
      <w:lvlText w:val="%5."/>
      <w:lvlJc w:val="left"/>
      <w:pPr>
        <w:ind w:left="4065" w:hanging="360"/>
      </w:pPr>
    </w:lvl>
    <w:lvl w:ilvl="5" w:tplc="0405001B" w:tentative="1">
      <w:start w:val="1"/>
      <w:numFmt w:val="lowerRoman"/>
      <w:lvlText w:val="%6."/>
      <w:lvlJc w:val="right"/>
      <w:pPr>
        <w:ind w:left="4785" w:hanging="180"/>
      </w:pPr>
    </w:lvl>
    <w:lvl w:ilvl="6" w:tplc="0405000F" w:tentative="1">
      <w:start w:val="1"/>
      <w:numFmt w:val="decimal"/>
      <w:lvlText w:val="%7."/>
      <w:lvlJc w:val="left"/>
      <w:pPr>
        <w:ind w:left="5505" w:hanging="360"/>
      </w:pPr>
    </w:lvl>
    <w:lvl w:ilvl="7" w:tplc="04050019" w:tentative="1">
      <w:start w:val="1"/>
      <w:numFmt w:val="lowerLetter"/>
      <w:lvlText w:val="%8."/>
      <w:lvlJc w:val="left"/>
      <w:pPr>
        <w:ind w:left="6225" w:hanging="360"/>
      </w:pPr>
    </w:lvl>
    <w:lvl w:ilvl="8" w:tplc="040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0">
    <w:nsid w:val="49405570"/>
    <w:multiLevelType w:val="hybridMultilevel"/>
    <w:tmpl w:val="0EEEFE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F135032"/>
    <w:multiLevelType w:val="hybridMultilevel"/>
    <w:tmpl w:val="5C6CF536"/>
    <w:lvl w:ilvl="0" w:tplc="0405000F">
      <w:start w:val="1"/>
      <w:numFmt w:val="decimal"/>
      <w:lvlText w:val="%1."/>
      <w:lvlJc w:val="left"/>
      <w:pPr>
        <w:ind w:left="825" w:hanging="360"/>
      </w:pPr>
    </w:lvl>
    <w:lvl w:ilvl="1" w:tplc="04050019" w:tentative="1">
      <w:start w:val="1"/>
      <w:numFmt w:val="lowerLetter"/>
      <w:lvlText w:val="%2."/>
      <w:lvlJc w:val="left"/>
      <w:pPr>
        <w:ind w:left="1545" w:hanging="360"/>
      </w:pPr>
    </w:lvl>
    <w:lvl w:ilvl="2" w:tplc="0405001B" w:tentative="1">
      <w:start w:val="1"/>
      <w:numFmt w:val="lowerRoman"/>
      <w:lvlText w:val="%3."/>
      <w:lvlJc w:val="right"/>
      <w:pPr>
        <w:ind w:left="2265" w:hanging="180"/>
      </w:pPr>
    </w:lvl>
    <w:lvl w:ilvl="3" w:tplc="0405000F" w:tentative="1">
      <w:start w:val="1"/>
      <w:numFmt w:val="decimal"/>
      <w:lvlText w:val="%4."/>
      <w:lvlJc w:val="left"/>
      <w:pPr>
        <w:ind w:left="2985" w:hanging="360"/>
      </w:pPr>
    </w:lvl>
    <w:lvl w:ilvl="4" w:tplc="04050019" w:tentative="1">
      <w:start w:val="1"/>
      <w:numFmt w:val="lowerLetter"/>
      <w:lvlText w:val="%5."/>
      <w:lvlJc w:val="left"/>
      <w:pPr>
        <w:ind w:left="3705" w:hanging="360"/>
      </w:pPr>
    </w:lvl>
    <w:lvl w:ilvl="5" w:tplc="0405001B" w:tentative="1">
      <w:start w:val="1"/>
      <w:numFmt w:val="lowerRoman"/>
      <w:lvlText w:val="%6."/>
      <w:lvlJc w:val="right"/>
      <w:pPr>
        <w:ind w:left="4425" w:hanging="180"/>
      </w:pPr>
    </w:lvl>
    <w:lvl w:ilvl="6" w:tplc="0405000F" w:tentative="1">
      <w:start w:val="1"/>
      <w:numFmt w:val="decimal"/>
      <w:lvlText w:val="%7."/>
      <w:lvlJc w:val="left"/>
      <w:pPr>
        <w:ind w:left="5145" w:hanging="360"/>
      </w:pPr>
    </w:lvl>
    <w:lvl w:ilvl="7" w:tplc="04050019" w:tentative="1">
      <w:start w:val="1"/>
      <w:numFmt w:val="lowerLetter"/>
      <w:lvlText w:val="%8."/>
      <w:lvlJc w:val="left"/>
      <w:pPr>
        <w:ind w:left="5865" w:hanging="360"/>
      </w:pPr>
    </w:lvl>
    <w:lvl w:ilvl="8" w:tplc="040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2">
    <w:nsid w:val="65AF327C"/>
    <w:multiLevelType w:val="hybridMultilevel"/>
    <w:tmpl w:val="07BC32B2"/>
    <w:lvl w:ilvl="0" w:tplc="8924A402">
      <w:numFmt w:val="bullet"/>
      <w:lvlText w:val="-"/>
      <w:lvlJc w:val="left"/>
      <w:pPr>
        <w:ind w:left="14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3">
    <w:nsid w:val="65CE5FE9"/>
    <w:multiLevelType w:val="hybridMultilevel"/>
    <w:tmpl w:val="90CC4530"/>
    <w:lvl w:ilvl="0" w:tplc="8924A402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4">
    <w:nsid w:val="7A433542"/>
    <w:multiLevelType w:val="hybridMultilevel"/>
    <w:tmpl w:val="5C9062BC"/>
    <w:lvl w:ilvl="0" w:tplc="8924A402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5">
    <w:nsid w:val="7EB41E2A"/>
    <w:multiLevelType w:val="hybridMultilevel"/>
    <w:tmpl w:val="C0DC57AA"/>
    <w:lvl w:ilvl="0" w:tplc="0405000F">
      <w:start w:val="1"/>
      <w:numFmt w:val="decimal"/>
      <w:lvlText w:val="%1."/>
      <w:lvlJc w:val="left"/>
      <w:pPr>
        <w:ind w:left="1185" w:hanging="360"/>
      </w:pPr>
    </w:lvl>
    <w:lvl w:ilvl="1" w:tplc="04050019" w:tentative="1">
      <w:start w:val="1"/>
      <w:numFmt w:val="lowerLetter"/>
      <w:lvlText w:val="%2."/>
      <w:lvlJc w:val="left"/>
      <w:pPr>
        <w:ind w:left="1905" w:hanging="360"/>
      </w:pPr>
    </w:lvl>
    <w:lvl w:ilvl="2" w:tplc="0405001B" w:tentative="1">
      <w:start w:val="1"/>
      <w:numFmt w:val="lowerRoman"/>
      <w:lvlText w:val="%3."/>
      <w:lvlJc w:val="right"/>
      <w:pPr>
        <w:ind w:left="2625" w:hanging="180"/>
      </w:pPr>
    </w:lvl>
    <w:lvl w:ilvl="3" w:tplc="0405000F" w:tentative="1">
      <w:start w:val="1"/>
      <w:numFmt w:val="decimal"/>
      <w:lvlText w:val="%4."/>
      <w:lvlJc w:val="left"/>
      <w:pPr>
        <w:ind w:left="3345" w:hanging="360"/>
      </w:pPr>
    </w:lvl>
    <w:lvl w:ilvl="4" w:tplc="04050019" w:tentative="1">
      <w:start w:val="1"/>
      <w:numFmt w:val="lowerLetter"/>
      <w:lvlText w:val="%5."/>
      <w:lvlJc w:val="left"/>
      <w:pPr>
        <w:ind w:left="4065" w:hanging="360"/>
      </w:pPr>
    </w:lvl>
    <w:lvl w:ilvl="5" w:tplc="0405001B" w:tentative="1">
      <w:start w:val="1"/>
      <w:numFmt w:val="lowerRoman"/>
      <w:lvlText w:val="%6."/>
      <w:lvlJc w:val="right"/>
      <w:pPr>
        <w:ind w:left="4785" w:hanging="180"/>
      </w:pPr>
    </w:lvl>
    <w:lvl w:ilvl="6" w:tplc="0405000F" w:tentative="1">
      <w:start w:val="1"/>
      <w:numFmt w:val="decimal"/>
      <w:lvlText w:val="%7."/>
      <w:lvlJc w:val="left"/>
      <w:pPr>
        <w:ind w:left="5505" w:hanging="360"/>
      </w:pPr>
    </w:lvl>
    <w:lvl w:ilvl="7" w:tplc="04050019" w:tentative="1">
      <w:start w:val="1"/>
      <w:numFmt w:val="lowerLetter"/>
      <w:lvlText w:val="%8."/>
      <w:lvlJc w:val="left"/>
      <w:pPr>
        <w:ind w:left="6225" w:hanging="360"/>
      </w:pPr>
    </w:lvl>
    <w:lvl w:ilvl="8" w:tplc="0405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14"/>
  </w:num>
  <w:num w:numId="5">
    <w:abstractNumId w:val="5"/>
  </w:num>
  <w:num w:numId="6">
    <w:abstractNumId w:val="13"/>
  </w:num>
  <w:num w:numId="7">
    <w:abstractNumId w:val="3"/>
  </w:num>
  <w:num w:numId="8">
    <w:abstractNumId w:val="8"/>
  </w:num>
  <w:num w:numId="9">
    <w:abstractNumId w:val="12"/>
  </w:num>
  <w:num w:numId="10">
    <w:abstractNumId w:val="6"/>
  </w:num>
  <w:num w:numId="11">
    <w:abstractNumId w:val="0"/>
  </w:num>
  <w:num w:numId="12">
    <w:abstractNumId w:val="2"/>
  </w:num>
  <w:num w:numId="13">
    <w:abstractNumId w:val="11"/>
  </w:num>
  <w:num w:numId="14">
    <w:abstractNumId w:val="9"/>
  </w:num>
  <w:num w:numId="15">
    <w:abstractNumId w:val="15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noPunctuationKerning/>
  <w:characterSpacingControl w:val="doNotCompress"/>
  <w:compat/>
  <w:rsids>
    <w:rsidRoot w:val="00322CBC"/>
    <w:rsid w:val="00014ACD"/>
    <w:rsid w:val="000159F1"/>
    <w:rsid w:val="00017101"/>
    <w:rsid w:val="000178A6"/>
    <w:rsid w:val="000656CA"/>
    <w:rsid w:val="000664C9"/>
    <w:rsid w:val="00086348"/>
    <w:rsid w:val="000B759C"/>
    <w:rsid w:val="000D0137"/>
    <w:rsid w:val="000D1E23"/>
    <w:rsid w:val="0010170A"/>
    <w:rsid w:val="001143CF"/>
    <w:rsid w:val="00123239"/>
    <w:rsid w:val="00127632"/>
    <w:rsid w:val="00151580"/>
    <w:rsid w:val="0017185B"/>
    <w:rsid w:val="001834EC"/>
    <w:rsid w:val="001845FC"/>
    <w:rsid w:val="00194944"/>
    <w:rsid w:val="001B5F22"/>
    <w:rsid w:val="001C3325"/>
    <w:rsid w:val="001D29B5"/>
    <w:rsid w:val="001E71D5"/>
    <w:rsid w:val="001F2ADA"/>
    <w:rsid w:val="00237BB1"/>
    <w:rsid w:val="00240688"/>
    <w:rsid w:val="00263AB2"/>
    <w:rsid w:val="002F6EBC"/>
    <w:rsid w:val="00302EEF"/>
    <w:rsid w:val="00306CBE"/>
    <w:rsid w:val="00322CBC"/>
    <w:rsid w:val="00350323"/>
    <w:rsid w:val="0037794E"/>
    <w:rsid w:val="00386553"/>
    <w:rsid w:val="00393EB8"/>
    <w:rsid w:val="003A764C"/>
    <w:rsid w:val="003B226C"/>
    <w:rsid w:val="00423A3F"/>
    <w:rsid w:val="00437BAB"/>
    <w:rsid w:val="0046021A"/>
    <w:rsid w:val="00474420"/>
    <w:rsid w:val="00475548"/>
    <w:rsid w:val="004A2ABA"/>
    <w:rsid w:val="004B3C5E"/>
    <w:rsid w:val="004B5835"/>
    <w:rsid w:val="004F5C3C"/>
    <w:rsid w:val="00547F60"/>
    <w:rsid w:val="00570FBF"/>
    <w:rsid w:val="005938F0"/>
    <w:rsid w:val="005B7BDE"/>
    <w:rsid w:val="005C38F8"/>
    <w:rsid w:val="005F5D78"/>
    <w:rsid w:val="00655E77"/>
    <w:rsid w:val="00661C49"/>
    <w:rsid w:val="00697D07"/>
    <w:rsid w:val="006C4928"/>
    <w:rsid w:val="006E1386"/>
    <w:rsid w:val="006F6920"/>
    <w:rsid w:val="00736171"/>
    <w:rsid w:val="007649A9"/>
    <w:rsid w:val="007B18EE"/>
    <w:rsid w:val="007B2097"/>
    <w:rsid w:val="007B6AFD"/>
    <w:rsid w:val="007E67FD"/>
    <w:rsid w:val="008027AB"/>
    <w:rsid w:val="0081383F"/>
    <w:rsid w:val="00815E46"/>
    <w:rsid w:val="00861FE0"/>
    <w:rsid w:val="0087468B"/>
    <w:rsid w:val="008904FC"/>
    <w:rsid w:val="008B56D9"/>
    <w:rsid w:val="008E7C48"/>
    <w:rsid w:val="00962F9B"/>
    <w:rsid w:val="00967B11"/>
    <w:rsid w:val="00971316"/>
    <w:rsid w:val="009B2AB5"/>
    <w:rsid w:val="009D47E3"/>
    <w:rsid w:val="009D6374"/>
    <w:rsid w:val="009D727D"/>
    <w:rsid w:val="00A13928"/>
    <w:rsid w:val="00A224C3"/>
    <w:rsid w:val="00A57B4E"/>
    <w:rsid w:val="00A65082"/>
    <w:rsid w:val="00A93016"/>
    <w:rsid w:val="00AC6630"/>
    <w:rsid w:val="00B06779"/>
    <w:rsid w:val="00B06B77"/>
    <w:rsid w:val="00B06E5A"/>
    <w:rsid w:val="00B100CE"/>
    <w:rsid w:val="00B172B6"/>
    <w:rsid w:val="00B76077"/>
    <w:rsid w:val="00BA15A6"/>
    <w:rsid w:val="00BE5908"/>
    <w:rsid w:val="00BF65DE"/>
    <w:rsid w:val="00C13736"/>
    <w:rsid w:val="00C57642"/>
    <w:rsid w:val="00C61083"/>
    <w:rsid w:val="00C8461A"/>
    <w:rsid w:val="00CF10D1"/>
    <w:rsid w:val="00D148D4"/>
    <w:rsid w:val="00D327EF"/>
    <w:rsid w:val="00D672B6"/>
    <w:rsid w:val="00D809D4"/>
    <w:rsid w:val="00DB1D0B"/>
    <w:rsid w:val="00DD7C6B"/>
    <w:rsid w:val="00DE4969"/>
    <w:rsid w:val="00DF1412"/>
    <w:rsid w:val="00DF31BF"/>
    <w:rsid w:val="00E27152"/>
    <w:rsid w:val="00E5065B"/>
    <w:rsid w:val="00E74303"/>
    <w:rsid w:val="00EB7544"/>
    <w:rsid w:val="00ED3D95"/>
    <w:rsid w:val="00EE7615"/>
    <w:rsid w:val="00F658A2"/>
    <w:rsid w:val="00F72FE2"/>
    <w:rsid w:val="00F8110A"/>
    <w:rsid w:val="00F93D95"/>
    <w:rsid w:val="00FC731A"/>
    <w:rsid w:val="00FD0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3325"/>
    <w:rPr>
      <w:sz w:val="24"/>
      <w:szCs w:val="24"/>
    </w:rPr>
  </w:style>
  <w:style w:type="paragraph" w:styleId="Nadpis1">
    <w:name w:val="heading 1"/>
    <w:basedOn w:val="Normln"/>
    <w:next w:val="Normln"/>
    <w:qFormat/>
    <w:rsid w:val="001C3325"/>
    <w:pPr>
      <w:keepNext/>
      <w:tabs>
        <w:tab w:val="left" w:pos="8293"/>
      </w:tabs>
      <w:outlineLvl w:val="0"/>
    </w:pPr>
    <w:rPr>
      <w:b/>
      <w:bCs/>
      <w:i/>
      <w:iCs/>
      <w:sz w:val="32"/>
    </w:rPr>
  </w:style>
  <w:style w:type="paragraph" w:styleId="Nadpis2">
    <w:name w:val="heading 2"/>
    <w:basedOn w:val="Normln"/>
    <w:next w:val="Normln"/>
    <w:qFormat/>
    <w:rsid w:val="001C3325"/>
    <w:pPr>
      <w:keepNext/>
      <w:tabs>
        <w:tab w:val="left" w:pos="8293"/>
      </w:tabs>
      <w:outlineLvl w:val="1"/>
    </w:pPr>
    <w:rPr>
      <w:b/>
      <w:bCs/>
      <w:i/>
      <w:iCs/>
      <w:sz w:val="20"/>
    </w:rPr>
  </w:style>
  <w:style w:type="paragraph" w:styleId="Nadpis4">
    <w:name w:val="heading 4"/>
    <w:basedOn w:val="Normln"/>
    <w:next w:val="Normln"/>
    <w:qFormat/>
    <w:rsid w:val="001C3325"/>
    <w:pPr>
      <w:keepNext/>
      <w:tabs>
        <w:tab w:val="left" w:pos="6187"/>
        <w:tab w:val="left" w:pos="6573"/>
      </w:tabs>
      <w:outlineLvl w:val="3"/>
    </w:pPr>
    <w:rPr>
      <w:i/>
      <w:iCs/>
      <w:sz w:val="36"/>
    </w:rPr>
  </w:style>
  <w:style w:type="paragraph" w:styleId="Nadpis5">
    <w:name w:val="heading 5"/>
    <w:basedOn w:val="Normln"/>
    <w:next w:val="Normln"/>
    <w:qFormat/>
    <w:rsid w:val="001C3325"/>
    <w:pPr>
      <w:keepNext/>
      <w:tabs>
        <w:tab w:val="left" w:pos="7053"/>
      </w:tabs>
      <w:outlineLvl w:val="4"/>
    </w:pPr>
    <w:rPr>
      <w:b/>
      <w:bCs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1C33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178A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B583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58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\Desktop\&#353;ablony%20vyj&#225;d&#345;ev&#237;\&#353;ablona%20vyj&#225;d&#345;en&#237;-hlavi&#269;k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šablona vyjádření-hlavička</Template>
  <TotalTime>0</TotalTime>
  <Pages>1</Pages>
  <Words>164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Orlická vodohospodářská společnost Česká Třebová s</vt:lpstr>
    </vt:vector>
  </TitlesOfParts>
  <Company>+</Company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Orlická vodohospodářská společnost Česká Třebová s</dc:title>
  <dc:creator>Marek</dc:creator>
  <cp:lastModifiedBy>Marek</cp:lastModifiedBy>
  <cp:revision>2</cp:revision>
  <cp:lastPrinted>2017-10-03T08:47:00Z</cp:lastPrinted>
  <dcterms:created xsi:type="dcterms:W3CDTF">2018-04-09T05:22:00Z</dcterms:created>
  <dcterms:modified xsi:type="dcterms:W3CDTF">2018-04-09T05:22:00Z</dcterms:modified>
</cp:coreProperties>
</file>